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D87" w:rsidRDefault="004B0ED3">
      <w:r>
        <w:rPr>
          <w:noProof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443.6pt;margin-top:19.5pt;width:71.25pt;height:604.5pt;z-index:251677696" filled="f" stroked="f">
            <v:textbox style="layout-flow:vertical;mso-layout-flow-alt:bottom-to-top;mso-next-textbox:#_x0000_s1027">
              <w:txbxContent>
                <w:p w:rsidR="00050F8D" w:rsidRPr="00890B36" w:rsidRDefault="00050F8D" w:rsidP="00050F8D">
                  <w:pPr>
                    <w:rPr>
                      <w:rFonts w:ascii="Arial Black" w:hAnsi="Arial Black"/>
                      <w:sz w:val="88"/>
                      <w:szCs w:val="88"/>
                    </w:rPr>
                  </w:pPr>
                  <w:r w:rsidRPr="00050F8D">
                    <w:rPr>
                      <w:rFonts w:ascii="Arial Black" w:hAnsi="Arial Black"/>
                      <w:sz w:val="56"/>
                      <w:szCs w:val="56"/>
                    </w:rPr>
                    <w:t>I</w:t>
                  </w:r>
                  <w:r w:rsidRPr="00050F8D">
                    <w:rPr>
                      <w:rFonts w:ascii="Arial Black" w:hAnsi="Arial Black"/>
                      <w:w w:val="200"/>
                      <w:sz w:val="56"/>
                      <w:szCs w:val="56"/>
                    </w:rPr>
                    <w:t>NHALT</w:t>
                  </w:r>
                  <w:r w:rsidR="00CE3438">
                    <w:rPr>
                      <w:rFonts w:ascii="Arial Black" w:hAnsi="Arial Black"/>
                      <w:w w:val="200"/>
                      <w:sz w:val="56"/>
                      <w:szCs w:val="56"/>
                    </w:rPr>
                    <w:t xml:space="preserve"> </w:t>
                  </w:r>
                  <w:r w:rsidR="00CE3438" w:rsidRPr="00CE3438">
                    <w:rPr>
                      <w:rFonts w:ascii="Arial" w:hAnsi="Arial" w:cs="Arial"/>
                      <w:w w:val="200"/>
                      <w:sz w:val="12"/>
                      <w:szCs w:val="12"/>
                    </w:rPr>
                    <w:t xml:space="preserve"> (Formulare </w:t>
                  </w:r>
                  <w:r w:rsidR="00CE3438">
                    <w:rPr>
                      <w:rFonts w:ascii="Arial" w:hAnsi="Arial" w:cs="Arial"/>
                      <w:w w:val="200"/>
                      <w:sz w:val="12"/>
                      <w:szCs w:val="12"/>
                    </w:rPr>
                    <w:t xml:space="preserve">  </w:t>
                  </w:r>
                  <w:r w:rsidR="00CE3438" w:rsidRPr="00CE3438">
                    <w:rPr>
                      <w:rFonts w:ascii="Arial" w:hAnsi="Arial" w:cs="Arial"/>
                      <w:w w:val="200"/>
                      <w:sz w:val="12"/>
                      <w:szCs w:val="12"/>
                    </w:rPr>
                    <w:t>sind</w:t>
                  </w:r>
                  <w:r w:rsidR="00CE3438">
                    <w:rPr>
                      <w:rFonts w:ascii="Arial" w:hAnsi="Arial" w:cs="Arial"/>
                      <w:w w:val="200"/>
                      <w:sz w:val="12"/>
                      <w:szCs w:val="12"/>
                    </w:rPr>
                    <w:t xml:space="preserve"> </w:t>
                  </w:r>
                  <w:r w:rsidR="00CE3438" w:rsidRPr="00CE3438">
                    <w:rPr>
                      <w:rFonts w:ascii="Arial" w:hAnsi="Arial" w:cs="Arial"/>
                      <w:w w:val="200"/>
                      <w:sz w:val="12"/>
                      <w:szCs w:val="12"/>
                    </w:rPr>
                    <w:t xml:space="preserve"> auch </w:t>
                  </w:r>
                  <w:r w:rsidR="00CE3438">
                    <w:rPr>
                      <w:rFonts w:ascii="Arial" w:hAnsi="Arial" w:cs="Arial"/>
                      <w:w w:val="200"/>
                      <w:sz w:val="12"/>
                      <w:szCs w:val="12"/>
                    </w:rPr>
                    <w:t xml:space="preserve"> </w:t>
                  </w:r>
                  <w:r w:rsidR="00CE3438" w:rsidRPr="00CE3438">
                    <w:rPr>
                      <w:rFonts w:ascii="Arial" w:hAnsi="Arial" w:cs="Arial"/>
                      <w:w w:val="200"/>
                      <w:sz w:val="12"/>
                      <w:szCs w:val="12"/>
                    </w:rPr>
                    <w:t xml:space="preserve">auf </w:t>
                  </w:r>
                  <w:r w:rsidR="00CE3438">
                    <w:rPr>
                      <w:rFonts w:ascii="Arial" w:hAnsi="Arial" w:cs="Arial"/>
                      <w:w w:val="200"/>
                      <w:sz w:val="12"/>
                      <w:szCs w:val="12"/>
                    </w:rPr>
                    <w:t xml:space="preserve"> </w:t>
                  </w:r>
                  <w:r w:rsidR="00CE3438" w:rsidRPr="00CE3438">
                    <w:rPr>
                      <w:rFonts w:ascii="Arial" w:hAnsi="Arial" w:cs="Arial"/>
                      <w:w w:val="200"/>
                      <w:sz w:val="12"/>
                      <w:szCs w:val="12"/>
                    </w:rPr>
                    <w:t>d. HOMEPAGE  zum  Downloaden</w:t>
                  </w:r>
                  <w:r w:rsidR="00632217">
                    <w:rPr>
                      <w:rFonts w:ascii="Arial" w:hAnsi="Arial" w:cs="Arial"/>
                      <w:w w:val="200"/>
                      <w:sz w:val="12"/>
                      <w:szCs w:val="12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  <w:lang w:eastAsia="de-DE"/>
        </w:rPr>
        <w:pict>
          <v:shape id="_x0000_s1029" type="#_x0000_t202" style="position:absolute;margin-left:304.85pt;margin-top:19.5pt;width:135pt;height:114.75pt;z-index:251661312" stroked="f">
            <v:textbox style="mso-next-textbox:#_x0000_s1029">
              <w:txbxContent>
                <w:p w:rsidR="00615B29" w:rsidRDefault="00615B29">
                  <w:r>
                    <w:rPr>
                      <w:noProof/>
                      <w:lang w:eastAsia="de-DE"/>
                    </w:rPr>
                    <w:drawing>
                      <wp:inline distT="0" distB="0" distL="0" distR="0">
                        <wp:extent cx="986155" cy="1442085"/>
                        <wp:effectExtent l="247650" t="0" r="233045" b="0"/>
                        <wp:docPr id="3" name="Grafik 2" descr="AM_Elterninfo_0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M_Elterninfo_02.JPG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 rot="5400000">
                                  <a:off x="0" y="0"/>
                                  <a:ext cx="986155" cy="14420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B17EC1" w:rsidRDefault="004B0ED3">
      <w:r>
        <w:rPr>
          <w:noProof/>
          <w:lang w:eastAsia="de-DE"/>
        </w:rPr>
        <w:pict>
          <v:shape id="_x0000_s1026" type="#_x0000_t202" style="position:absolute;margin-left:-4.9pt;margin-top:8.3pt;width:162pt;height:23.25pt;z-index:251658240">
            <v:textbox style="mso-next-textbox:#_x0000_s1026">
              <w:txbxContent>
                <w:p w:rsidR="00050F8D" w:rsidRPr="00050F8D" w:rsidRDefault="00615B29">
                  <w:pPr>
                    <w:rPr>
                      <w:rFonts w:ascii="Arial Black" w:hAnsi="Arial Black"/>
                    </w:rPr>
                  </w:pPr>
                  <w:r>
                    <w:rPr>
                      <w:rFonts w:ascii="Arial Black" w:hAnsi="Arial Black"/>
                    </w:rPr>
                    <w:t>ELTERNINFORMATION:</w:t>
                  </w:r>
                </w:p>
              </w:txbxContent>
            </v:textbox>
          </v:shape>
        </w:pict>
      </w:r>
      <w:r>
        <w:rPr>
          <w:noProof/>
          <w:lang w:eastAsia="de-DE"/>
        </w:rPr>
        <w:pict>
          <v:group id="_x0000_s1051" style="position:absolute;margin-left:160.85pt;margin-top:8.3pt;width:268.5pt;height:88.5pt;z-index:251662336" coordorigin="1320,4770" coordsize="5370,1770">
            <v:shape id="_x0000_s1028" type="#_x0000_t202" style="position:absolute;left:1320;top:4770;width:2595;height:1740">
              <v:textbox>
                <w:txbxContent>
                  <w:p w:rsidR="00615B29" w:rsidRDefault="00615B29">
                    <w:r>
                      <w:rPr>
                        <w:noProof/>
                        <w:lang w:eastAsia="de-DE"/>
                      </w:rPr>
                      <w:drawing>
                        <wp:inline distT="0" distB="0" distL="0" distR="0">
                          <wp:extent cx="999490" cy="1442085"/>
                          <wp:effectExtent l="247650" t="0" r="219710" b="0"/>
                          <wp:docPr id="2" name="Grafik 1" descr="AM_Elterninfo_01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AM_Elterninfo_01.JPG"/>
                                  <pic:cNvPicPr/>
                                </pic:nvPicPr>
                                <pic:blipFill>
                                  <a:blip r:embed="rId8"/>
                                  <a:stretch>
                                    <a:fillRect/>
                                  </a:stretch>
                                </pic:blipFill>
                                <pic:spPr>
                                  <a:xfrm rot="16200000">
                                    <a:off x="0" y="0"/>
                                    <a:ext cx="999490" cy="14420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  <v:shape id="_x0000_s1030" type="#_x0000_t202" style="position:absolute;left:4200;top:4800;width:2490;height:1740" filled="f">
              <v:textbox style="mso-next-textbox:#_x0000_s1030">
                <w:txbxContent>
                  <w:p w:rsidR="00615B29" w:rsidRDefault="00615B29"/>
                </w:txbxContent>
              </v:textbox>
            </v:shape>
          </v:group>
        </w:pict>
      </w:r>
    </w:p>
    <w:p w:rsidR="00B17EC1" w:rsidRDefault="00B17EC1" w:rsidP="00751806"/>
    <w:p w:rsidR="00B17EC1" w:rsidRDefault="00B17EC1"/>
    <w:p w:rsidR="00B17EC1" w:rsidRDefault="00B17EC1"/>
    <w:p w:rsidR="00B17EC1" w:rsidRDefault="004B0ED3">
      <w:r>
        <w:rPr>
          <w:noProof/>
          <w:lang w:eastAsia="de-DE"/>
        </w:rPr>
        <w:pict>
          <v:shape id="_x0000_s1031" type="#_x0000_t202" style="position:absolute;margin-left:-4.9pt;margin-top:23.55pt;width:411.75pt;height:23.25pt;z-index:251663360">
            <v:textbox>
              <w:txbxContent>
                <w:p w:rsidR="00E65FD3" w:rsidRPr="00050F8D" w:rsidRDefault="00E65FD3" w:rsidP="00E65FD3">
                  <w:pPr>
                    <w:rPr>
                      <w:rFonts w:ascii="Arial Black" w:hAnsi="Arial Black"/>
                    </w:rPr>
                  </w:pPr>
                  <w:r>
                    <w:rPr>
                      <w:rFonts w:ascii="Arial Black" w:hAnsi="Arial Black"/>
                    </w:rPr>
                    <w:t>FORMULARE FÜR DIE   1. BERUFSPRAKTISCHE WOCHE</w:t>
                  </w:r>
                </w:p>
              </w:txbxContent>
            </v:textbox>
          </v:shape>
        </w:pict>
      </w:r>
    </w:p>
    <w:p w:rsidR="00B17EC1" w:rsidRDefault="00B17EC1"/>
    <w:p w:rsidR="00B17EC1" w:rsidRDefault="004B0ED3">
      <w:r>
        <w:rPr>
          <w:noProof/>
          <w:lang w:eastAsia="de-DE"/>
        </w:rPr>
        <w:pict>
          <v:group id="_x0000_s1040" style="position:absolute;margin-left:-4.9pt;margin-top:3.4pt;width:426pt;height:192.75pt;z-index:251672576" coordorigin="1320,8190" coordsize="8520,3855">
            <v:shape id="_x0000_s1032" type="#_x0000_t202" style="position:absolute;left:1320;top:8190;width:2115;height:2880">
              <v:textbox>
                <w:txbxContent>
                  <w:p w:rsidR="00E65FD3" w:rsidRDefault="00E65FD3">
                    <w:r>
                      <w:rPr>
                        <w:noProof/>
                        <w:lang w:eastAsia="de-DE"/>
                      </w:rPr>
                      <w:drawing>
                        <wp:inline distT="0" distB="0" distL="0" distR="0">
                          <wp:extent cx="1085850" cy="1627477"/>
                          <wp:effectExtent l="19050" t="0" r="0" b="0"/>
                          <wp:docPr id="6" name="Grafik 5" descr="AM_Elterninfo_Betrieb_01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AM_Elterninfo_Betrieb_01.JPG"/>
                                  <pic:cNvPicPr/>
                                </pic:nvPicPr>
                                <pic:blipFill>
                                  <a:blip r:embed="rId9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089325" cy="16326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  <v:shape id="_x0000_s1033" type="#_x0000_t202" style="position:absolute;left:7560;top:8190;width:1995;height:2880">
              <v:textbox>
                <w:txbxContent>
                  <w:p w:rsidR="00E65FD3" w:rsidRDefault="00E65FD3">
                    <w:r>
                      <w:rPr>
                        <w:noProof/>
                        <w:lang w:eastAsia="de-DE"/>
                      </w:rPr>
                      <w:drawing>
                        <wp:inline distT="0" distB="0" distL="0" distR="0">
                          <wp:extent cx="1101090" cy="1670685"/>
                          <wp:effectExtent l="19050" t="0" r="3810" b="0"/>
                          <wp:docPr id="7" name="Grafik 6" descr="AM_Elterninfo_Betrieb_Bestätigung_01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AM_Elterninfo_Betrieb_Bestätigung_01.JPG"/>
                                  <pic:cNvPicPr/>
                                </pic:nvPicPr>
                                <pic:blipFill>
                                  <a:blip r:embed="rId10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101090" cy="16706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  <v:shape id="_x0000_s1034" type="#_x0000_t202" style="position:absolute;left:3720;top:8190;width:2685;height:2040">
              <v:textbox>
                <w:txbxContent>
                  <w:p w:rsidR="00E65FD3" w:rsidRDefault="00E65FD3">
                    <w:r>
                      <w:rPr>
                        <w:noProof/>
                        <w:lang w:eastAsia="de-DE"/>
                      </w:rPr>
                      <w:drawing>
                        <wp:inline distT="0" distB="0" distL="0" distR="0">
                          <wp:extent cx="982204" cy="1381844"/>
                          <wp:effectExtent l="209550" t="0" r="198896" b="0"/>
                          <wp:docPr id="8" name="Grafik 7" descr="AM_Elterninfo_Betrieb_Datenblatt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AM_Elterninfo_Betrieb_Datenblatt.JPG"/>
                                  <pic:cNvPicPr/>
                                </pic:nvPicPr>
                                <pic:blipFill>
                                  <a:blip r:embed="rId11"/>
                                  <a:stretch>
                                    <a:fillRect/>
                                  </a:stretch>
                                </pic:blipFill>
                                <pic:spPr>
                                  <a:xfrm rot="16200000">
                                    <a:off x="0" y="0"/>
                                    <a:ext cx="985347" cy="138626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5" type="#_x0000_t32" style="position:absolute;left:3585;top:10410;width:870;height:1050;flip:x" o:connectortype="straight">
              <v:stroke endarrow="block"/>
            </v:shape>
            <v:shape id="_x0000_s1036" type="#_x0000_t32" style="position:absolute;left:2790;top:10965;width:645;height:495" o:connectortype="straight">
              <v:stroke endarrow="block"/>
            </v:shape>
            <v:shape id="_x0000_s1037" type="#_x0000_t202" style="position:absolute;left:2130;top:11625;width:2430;height:420">
              <v:textbox>
                <w:txbxContent>
                  <w:p w:rsidR="00E65FD3" w:rsidRPr="00D15A2E" w:rsidRDefault="00D15A2E">
                    <w:pPr>
                      <w:rPr>
                        <w:sz w:val="20"/>
                        <w:szCs w:val="20"/>
                      </w:rPr>
                    </w:pPr>
                    <w:r w:rsidRPr="00D15A2E">
                      <w:rPr>
                        <w:sz w:val="20"/>
                        <w:szCs w:val="20"/>
                      </w:rPr>
                      <w:t xml:space="preserve">… </w:t>
                    </w:r>
                    <w:r w:rsidR="00E65FD3" w:rsidRPr="00D15A2E">
                      <w:rPr>
                        <w:sz w:val="20"/>
                        <w:szCs w:val="20"/>
                      </w:rPr>
                      <w:t xml:space="preserve">verbleiben im Betrieb </w:t>
                    </w:r>
                  </w:p>
                </w:txbxContent>
              </v:textbox>
            </v:shape>
            <v:shape id="_x0000_s1038" type="#_x0000_t32" style="position:absolute;left:8250;top:10965;width:15;height:375" o:connectortype="straight">
              <v:stroke endarrow="block"/>
            </v:shape>
            <v:shape id="_x0000_s1039" type="#_x0000_t202" style="position:absolute;left:6300;top:11460;width:3540;height:420">
              <v:textbox>
                <w:txbxContent>
                  <w:p w:rsidR="00E65FD3" w:rsidRDefault="00E65FD3">
                    <w:r>
                      <w:t>… ist am 1. Schultag mitzubringen!</w:t>
                    </w:r>
                  </w:p>
                </w:txbxContent>
              </v:textbox>
            </v:shape>
          </v:group>
        </w:pict>
      </w:r>
    </w:p>
    <w:p w:rsidR="00B17EC1" w:rsidRDefault="00B17EC1"/>
    <w:p w:rsidR="00B17EC1" w:rsidRDefault="00B17EC1"/>
    <w:p w:rsidR="00B17EC1" w:rsidRDefault="004B0ED3">
      <w:r>
        <w:rPr>
          <w:noProof/>
          <w:lang w:eastAsia="de-DE"/>
        </w:rPr>
        <w:pict>
          <v:shape id="_x0000_s1052" type="#_x0000_t202" style="position:absolute;margin-left:160.85pt;margin-top:24.6pt;width:105pt;height:27pt;z-index:251675648">
            <v:textbox>
              <w:txbxContent>
                <w:p w:rsidR="00E65FD3" w:rsidRPr="00E65FD3" w:rsidRDefault="00E65FD3">
                  <w:pPr>
                    <w:rPr>
                      <w:sz w:val="16"/>
                      <w:szCs w:val="16"/>
                    </w:rPr>
                  </w:pPr>
                  <w:r w:rsidRPr="00E65FD3">
                    <w:rPr>
                      <w:sz w:val="16"/>
                      <w:szCs w:val="16"/>
                    </w:rPr>
                    <w:t xml:space="preserve">… ist sauber u. korrekt v. </w:t>
                  </w:r>
                  <w:r w:rsidR="00D15A2E">
                    <w:rPr>
                      <w:sz w:val="16"/>
                      <w:szCs w:val="16"/>
                    </w:rPr>
                    <w:t xml:space="preserve"> d. </w:t>
                  </w:r>
                  <w:r w:rsidRPr="00E65FD3">
                    <w:rPr>
                      <w:sz w:val="16"/>
                      <w:szCs w:val="16"/>
                    </w:rPr>
                    <w:t>SchülerIn</w:t>
                  </w:r>
                  <w:r w:rsidR="00D15A2E">
                    <w:rPr>
                      <w:sz w:val="16"/>
                      <w:szCs w:val="16"/>
                    </w:rPr>
                    <w:t xml:space="preserve"> </w:t>
                  </w:r>
                  <w:r w:rsidRPr="00E65FD3">
                    <w:rPr>
                      <w:sz w:val="16"/>
                      <w:szCs w:val="16"/>
                    </w:rPr>
                    <w:t xml:space="preserve"> auszufüllen!</w:t>
                  </w:r>
                </w:p>
              </w:txbxContent>
            </v:textbox>
          </v:shape>
        </w:pict>
      </w:r>
    </w:p>
    <w:p w:rsidR="00B17EC1" w:rsidRDefault="00B17EC1"/>
    <w:p w:rsidR="00B17EC1" w:rsidRDefault="00B17EC1"/>
    <w:p w:rsidR="00B17EC1" w:rsidRDefault="00B17EC1"/>
    <w:p w:rsidR="00B17EC1" w:rsidRDefault="00B17EC1"/>
    <w:p w:rsidR="00E65FD3" w:rsidRDefault="004B0ED3">
      <w:r>
        <w:rPr>
          <w:noProof/>
          <w:lang w:eastAsia="de-DE"/>
        </w:rPr>
        <w:pict>
          <v:shape id="_x0000_s1050" type="#_x0000_t202" style="position:absolute;margin-left:-4.9pt;margin-top:11.4pt;width:411.75pt;height:23.25pt;z-index:251674624">
            <v:textbox>
              <w:txbxContent>
                <w:p w:rsidR="00E65FD3" w:rsidRPr="00050F8D" w:rsidRDefault="00E65FD3" w:rsidP="00E65FD3">
                  <w:pPr>
                    <w:rPr>
                      <w:rFonts w:ascii="Arial Black" w:hAnsi="Arial Black"/>
                    </w:rPr>
                  </w:pPr>
                  <w:r>
                    <w:rPr>
                      <w:rFonts w:ascii="Arial Black" w:hAnsi="Arial Black"/>
                    </w:rPr>
                    <w:t>FORMULARE FÜR DIE   2. BERUFSPRAKTISCHE WOCHE</w:t>
                  </w:r>
                </w:p>
              </w:txbxContent>
            </v:textbox>
          </v:shape>
        </w:pict>
      </w:r>
    </w:p>
    <w:p w:rsidR="00E65FD3" w:rsidRDefault="004B0ED3">
      <w:r>
        <w:rPr>
          <w:noProof/>
          <w:lang w:eastAsia="de-DE"/>
        </w:rPr>
        <w:pict>
          <v:group id="_x0000_s1041" style="position:absolute;margin-left:-4.9pt;margin-top:18.95pt;width:426pt;height:192.75pt;z-index:251673600" coordorigin="1320,8190" coordsize="8520,3855">
            <v:shape id="_x0000_s1042" type="#_x0000_t202" style="position:absolute;left:1320;top:8190;width:2115;height:2880">
              <v:textbox>
                <w:txbxContent>
                  <w:p w:rsidR="00E65FD3" w:rsidRDefault="00E65FD3" w:rsidP="00E65FD3">
                    <w:r>
                      <w:rPr>
                        <w:noProof/>
                        <w:lang w:eastAsia="de-DE"/>
                      </w:rPr>
                      <w:drawing>
                        <wp:inline distT="0" distB="0" distL="0" distR="0">
                          <wp:extent cx="1085850" cy="1627477"/>
                          <wp:effectExtent l="19050" t="0" r="0" b="0"/>
                          <wp:docPr id="14" name="Grafik 5" descr="AM_Elterninfo_Betrieb_01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AM_Elterninfo_Betrieb_01.JPG"/>
                                  <pic:cNvPicPr/>
                                </pic:nvPicPr>
                                <pic:blipFill>
                                  <a:blip r:embed="rId9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089325" cy="16326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  <v:shape id="_x0000_s1043" type="#_x0000_t202" style="position:absolute;left:7560;top:8190;width:1995;height:2880">
              <v:textbox>
                <w:txbxContent>
                  <w:p w:rsidR="00E65FD3" w:rsidRDefault="00E65FD3" w:rsidP="00E65FD3">
                    <w:r>
                      <w:rPr>
                        <w:noProof/>
                        <w:lang w:eastAsia="de-DE"/>
                      </w:rPr>
                      <w:drawing>
                        <wp:inline distT="0" distB="0" distL="0" distR="0">
                          <wp:extent cx="1101090" cy="1662468"/>
                          <wp:effectExtent l="19050" t="0" r="3810" b="0"/>
                          <wp:docPr id="15" name="Grafik 6" descr="AM_Elterninfo_Betrieb_Bestätigung_01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AM_Elterninfo_Betrieb_Bestätigung_01.JPG"/>
                                  <pic:cNvPicPr/>
                                </pic:nvPicPr>
                                <pic:blipFill>
                                  <a:blip r:embed="rId12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101090" cy="1662468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  <v:shape id="_x0000_s1044" type="#_x0000_t202" style="position:absolute;left:3720;top:8190;width:2685;height:2040">
              <v:textbox>
                <w:txbxContent>
                  <w:p w:rsidR="00E65FD3" w:rsidRDefault="00E65FD3" w:rsidP="00E65FD3">
                    <w:r>
                      <w:rPr>
                        <w:noProof/>
                        <w:lang w:eastAsia="de-DE"/>
                      </w:rPr>
                      <w:drawing>
                        <wp:inline distT="0" distB="0" distL="0" distR="0">
                          <wp:extent cx="982204" cy="1381844"/>
                          <wp:effectExtent l="209550" t="0" r="198896" b="0"/>
                          <wp:docPr id="16" name="Grafik 7" descr="AM_Elterninfo_Betrieb_Datenblatt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AM_Elterninfo_Betrieb_Datenblatt.JPG"/>
                                  <pic:cNvPicPr/>
                                </pic:nvPicPr>
                                <pic:blipFill>
                                  <a:blip r:embed="rId11"/>
                                  <a:stretch>
                                    <a:fillRect/>
                                  </a:stretch>
                                </pic:blipFill>
                                <pic:spPr>
                                  <a:xfrm rot="16200000">
                                    <a:off x="0" y="0"/>
                                    <a:ext cx="985347" cy="138626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  <v:shape id="_x0000_s1045" type="#_x0000_t32" style="position:absolute;left:3585;top:10410;width:870;height:1050;flip:x" o:connectortype="straight">
              <v:stroke endarrow="block"/>
            </v:shape>
            <v:shape id="_x0000_s1046" type="#_x0000_t32" style="position:absolute;left:2790;top:10965;width:645;height:495" o:connectortype="straight">
              <v:stroke endarrow="block"/>
            </v:shape>
            <v:shape id="_x0000_s1047" type="#_x0000_t202" style="position:absolute;left:2130;top:11625;width:2430;height:420">
              <v:textbox>
                <w:txbxContent>
                  <w:p w:rsidR="00E65FD3" w:rsidRDefault="00D15A2E" w:rsidP="00E65FD3">
                    <w:r w:rsidRPr="00D15A2E">
                      <w:rPr>
                        <w:sz w:val="20"/>
                        <w:szCs w:val="20"/>
                      </w:rPr>
                      <w:t xml:space="preserve">… </w:t>
                    </w:r>
                    <w:r w:rsidR="00E65FD3" w:rsidRPr="00D15A2E">
                      <w:rPr>
                        <w:sz w:val="20"/>
                        <w:szCs w:val="20"/>
                      </w:rPr>
                      <w:t>verbleiben im</w:t>
                    </w:r>
                    <w:r w:rsidR="00E65FD3">
                      <w:t xml:space="preserve"> </w:t>
                    </w:r>
                    <w:r w:rsidR="00E65FD3" w:rsidRPr="00D15A2E">
                      <w:rPr>
                        <w:sz w:val="20"/>
                        <w:szCs w:val="20"/>
                      </w:rPr>
                      <w:t xml:space="preserve">Betrieb </w:t>
                    </w:r>
                  </w:p>
                </w:txbxContent>
              </v:textbox>
            </v:shape>
            <v:shape id="_x0000_s1048" type="#_x0000_t32" style="position:absolute;left:8250;top:10965;width:15;height:375" o:connectortype="straight">
              <v:stroke endarrow="block"/>
            </v:shape>
            <v:shape id="_x0000_s1049" type="#_x0000_t202" style="position:absolute;left:6300;top:11460;width:3540;height:420">
              <v:textbox>
                <w:txbxContent>
                  <w:p w:rsidR="00E65FD3" w:rsidRDefault="00E65FD3" w:rsidP="00E65FD3">
                    <w:r>
                      <w:t>… ist am 1. Schultag mitzubringen!</w:t>
                    </w:r>
                  </w:p>
                </w:txbxContent>
              </v:textbox>
            </v:shape>
          </v:group>
        </w:pict>
      </w:r>
    </w:p>
    <w:p w:rsidR="00E65FD3" w:rsidRDefault="00E65FD3"/>
    <w:p w:rsidR="00E65FD3" w:rsidRDefault="004B0ED3">
      <w:r>
        <w:rPr>
          <w:noProof/>
          <w:lang w:eastAsia="de-DE"/>
        </w:rPr>
        <w:pict>
          <v:shape id="_x0000_s1053" type="#_x0000_t202" style="position:absolute;margin-left:160.85pt;margin-top:66.3pt;width:105pt;height:27pt;z-index:251676672">
            <v:textbox>
              <w:txbxContent>
                <w:p w:rsidR="00D15A2E" w:rsidRPr="00E65FD3" w:rsidRDefault="00D15A2E" w:rsidP="00D15A2E">
                  <w:pPr>
                    <w:rPr>
                      <w:sz w:val="16"/>
                      <w:szCs w:val="16"/>
                    </w:rPr>
                  </w:pPr>
                  <w:r w:rsidRPr="00E65FD3">
                    <w:rPr>
                      <w:sz w:val="16"/>
                      <w:szCs w:val="16"/>
                    </w:rPr>
                    <w:t xml:space="preserve">… ist sauber u. korrekt v. </w:t>
                  </w:r>
                  <w:r>
                    <w:rPr>
                      <w:sz w:val="16"/>
                      <w:szCs w:val="16"/>
                    </w:rPr>
                    <w:t xml:space="preserve"> d. </w:t>
                  </w:r>
                  <w:r w:rsidRPr="00E65FD3">
                    <w:rPr>
                      <w:sz w:val="16"/>
                      <w:szCs w:val="16"/>
                    </w:rPr>
                    <w:t>SchülerIn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E65FD3">
                    <w:rPr>
                      <w:sz w:val="16"/>
                      <w:szCs w:val="16"/>
                    </w:rPr>
                    <w:t xml:space="preserve"> auszufüllen!</w:t>
                  </w:r>
                </w:p>
              </w:txbxContent>
            </v:textbox>
          </v:shape>
        </w:pict>
      </w:r>
    </w:p>
    <w:sectPr w:rsidR="00E65FD3" w:rsidSect="00751806">
      <w:headerReference w:type="even" r:id="rId13"/>
      <w:headerReference w:type="default" r:id="rId14"/>
      <w:pgSz w:w="11906" w:h="16838"/>
      <w:pgMar w:top="1418" w:right="209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079B" w:rsidRDefault="008C079B" w:rsidP="00B17EC1">
      <w:pPr>
        <w:spacing w:after="0" w:line="240" w:lineRule="auto"/>
      </w:pPr>
      <w:r>
        <w:separator/>
      </w:r>
    </w:p>
  </w:endnote>
  <w:endnote w:type="continuationSeparator" w:id="0">
    <w:p w:rsidR="008C079B" w:rsidRDefault="008C079B" w:rsidP="00B17E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079B" w:rsidRDefault="008C079B" w:rsidP="00B17EC1">
      <w:pPr>
        <w:spacing w:after="0" w:line="240" w:lineRule="auto"/>
      </w:pPr>
      <w:r>
        <w:separator/>
      </w:r>
    </w:p>
  </w:footnote>
  <w:footnote w:type="continuationSeparator" w:id="0">
    <w:p w:rsidR="008C079B" w:rsidRDefault="008C079B" w:rsidP="00B17E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7D2" w:rsidRDefault="00313F27">
    <w:r>
      <w:c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EC1" w:rsidRPr="00D15A2E" w:rsidRDefault="004B0ED3">
    <w:pPr>
      <w:pStyle w:val="Kopfzeile"/>
      <w:rPr>
        <w:rFonts w:ascii="Arial Narrow" w:hAnsi="Arial Narrow"/>
        <w:b/>
        <w:color w:val="4F6228" w:themeColor="accent3" w:themeShade="80"/>
        <w:sz w:val="28"/>
        <w:szCs w:val="28"/>
      </w:rPr>
    </w:pPr>
    <w:r>
      <w:rPr>
        <w:rFonts w:ascii="Arial Narrow" w:hAnsi="Arial Narrow"/>
        <w:b/>
        <w:noProof/>
        <w:color w:val="4F6228" w:themeColor="accent3" w:themeShade="80"/>
        <w:sz w:val="28"/>
        <w:szCs w:val="28"/>
        <w:lang w:eastAsia="de-DE"/>
      </w:rPr>
      <w:pict>
        <v:rect id="_x0000_s2051" style="position:absolute;margin-left:439.9pt;margin-top:-33.9pt;width:56.2pt;height:840.75pt;z-index:-251654144" fillcolor="#e36c0a [2409]" stroked="f">
          <v:fill color2="fill lighten(147)" rotate="t" method="linear sigma" type="gradient"/>
        </v:rect>
      </w:pict>
    </w:r>
    <w:r>
      <w:rPr>
        <w:rFonts w:ascii="Arial Narrow" w:hAnsi="Arial Narrow"/>
        <w:b/>
        <w:noProof/>
        <w:color w:val="4F6228" w:themeColor="accent3" w:themeShade="80"/>
        <w:sz w:val="28"/>
        <w:szCs w:val="28"/>
        <w:lang w:eastAsia="de-DE"/>
      </w:rPr>
      <w:pict>
        <v:rect id="_x0000_s2052" style="position:absolute;margin-left:445.85pt;margin-top:-33.9pt;width:6pt;height:840.75pt;z-index:-251653120" fillcolor="white [3212]" stroked="f">
          <v:fill color2="fill lighten(147)" rotate="t" method="linear sigma" type="gradient"/>
        </v:rect>
      </w:pict>
    </w:r>
    <w:r w:rsidR="00B17EC1" w:rsidRPr="00D15A2E">
      <w:rPr>
        <w:rFonts w:ascii="Arial Narrow" w:hAnsi="Arial Narrow"/>
        <w:b/>
        <w:noProof/>
        <w:color w:val="4F6228" w:themeColor="accent3" w:themeShade="80"/>
        <w:sz w:val="28"/>
        <w:szCs w:val="28"/>
        <w:lang w:eastAsia="de-DE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5233670</wp:posOffset>
          </wp:positionH>
          <wp:positionV relativeFrom="paragraph">
            <wp:posOffset>16509</wp:posOffset>
          </wp:positionV>
          <wp:extent cx="1205163" cy="1680595"/>
          <wp:effectExtent l="19050" t="0" r="0" b="0"/>
          <wp:wrapNone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 l="45693" t="16499" r="20903" b="8715"/>
                  <a:stretch>
                    <a:fillRect/>
                  </a:stretch>
                </pic:blipFill>
                <pic:spPr bwMode="auto">
                  <a:xfrm>
                    <a:off x="0" y="0"/>
                    <a:ext cx="1205163" cy="16805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17EC1" w:rsidRPr="00D15A2E">
      <w:rPr>
        <w:rFonts w:ascii="Arial Narrow" w:hAnsi="Arial Narrow"/>
        <w:b/>
        <w:color w:val="4F6228" w:themeColor="accent3" w:themeShade="80"/>
        <w:sz w:val="28"/>
        <w:szCs w:val="28"/>
      </w:rPr>
      <w:t>Polytechnische Schule Landeck</w:t>
    </w:r>
  </w:p>
  <w:p w:rsidR="00AA7EF7" w:rsidRPr="00050F8D" w:rsidRDefault="00B17EC1">
    <w:pPr>
      <w:pStyle w:val="Kopfzeile"/>
      <w:rPr>
        <w:rFonts w:ascii="Arial Narrow" w:hAnsi="Arial Narrow"/>
        <w:b/>
        <w:color w:val="000000" w:themeColor="text1"/>
        <w:sz w:val="24"/>
        <w:szCs w:val="24"/>
      </w:rPr>
    </w:pPr>
    <w:proofErr w:type="spellStart"/>
    <w:r w:rsidRPr="00050F8D">
      <w:rPr>
        <w:rFonts w:ascii="Arial Narrow" w:hAnsi="Arial Narrow"/>
        <w:b/>
        <w:color w:val="000000" w:themeColor="text1"/>
        <w:sz w:val="24"/>
        <w:szCs w:val="24"/>
      </w:rPr>
      <w:t>Prandtauerweg</w:t>
    </w:r>
    <w:proofErr w:type="spellEnd"/>
    <w:r w:rsidRPr="00050F8D">
      <w:rPr>
        <w:rFonts w:ascii="Arial Narrow" w:hAnsi="Arial Narrow"/>
        <w:b/>
        <w:color w:val="000000" w:themeColor="text1"/>
        <w:sz w:val="24"/>
        <w:szCs w:val="24"/>
      </w:rPr>
      <w:t xml:space="preserve"> 19</w:t>
    </w:r>
    <w:r w:rsidR="00AA7EF7" w:rsidRPr="00050F8D">
      <w:rPr>
        <w:rFonts w:ascii="Arial Narrow" w:hAnsi="Arial Narrow"/>
        <w:b/>
        <w:color w:val="000000" w:themeColor="text1"/>
        <w:sz w:val="24"/>
        <w:szCs w:val="24"/>
      </w:rPr>
      <w:t xml:space="preserve"> </w:t>
    </w:r>
  </w:p>
  <w:p w:rsidR="00B17EC1" w:rsidRPr="00050F8D" w:rsidRDefault="00B17EC1">
    <w:pPr>
      <w:pStyle w:val="Kopfzeile"/>
      <w:rPr>
        <w:rFonts w:ascii="Arial Narrow" w:hAnsi="Arial Narrow"/>
        <w:b/>
        <w:color w:val="000000" w:themeColor="text1"/>
        <w:sz w:val="24"/>
        <w:szCs w:val="24"/>
      </w:rPr>
    </w:pPr>
    <w:r w:rsidRPr="00050F8D">
      <w:rPr>
        <w:rFonts w:ascii="Arial Narrow" w:hAnsi="Arial Narrow"/>
        <w:b/>
        <w:color w:val="000000" w:themeColor="text1"/>
        <w:sz w:val="24"/>
        <w:szCs w:val="24"/>
      </w:rPr>
      <w:t>6500 Landeck</w:t>
    </w:r>
  </w:p>
  <w:p w:rsidR="00B17EC1" w:rsidRPr="00050F8D" w:rsidRDefault="00B17EC1">
    <w:pPr>
      <w:pStyle w:val="Kopfzeile"/>
      <w:rPr>
        <w:rFonts w:ascii="Arial Narrow" w:hAnsi="Arial Narrow"/>
        <w:b/>
        <w:color w:val="000000" w:themeColor="text1"/>
        <w:sz w:val="44"/>
        <w:szCs w:val="44"/>
      </w:rPr>
    </w:pPr>
  </w:p>
  <w:p w:rsidR="00B17EC1" w:rsidRPr="00050F8D" w:rsidRDefault="00910B4E">
    <w:pPr>
      <w:pStyle w:val="Kopfzeile"/>
      <w:rPr>
        <w:rFonts w:ascii="Arial Narrow" w:hAnsi="Arial Narrow"/>
        <w:b/>
        <w:color w:val="000000" w:themeColor="text1"/>
        <w:sz w:val="32"/>
        <w:szCs w:val="32"/>
        <w:lang w:val="en-US"/>
      </w:rPr>
    </w:pPr>
    <w:r w:rsidRPr="00050F8D">
      <w:rPr>
        <w:rFonts w:ascii="Arial Narrow" w:hAnsi="Arial Narrow"/>
        <w:b/>
        <w:color w:val="000000" w:themeColor="text1"/>
        <w:sz w:val="32"/>
        <w:szCs w:val="32"/>
        <w:lang w:val="en-US"/>
      </w:rPr>
      <w:t xml:space="preserve">Tel. </w:t>
    </w:r>
    <w:r w:rsidR="00050F8D" w:rsidRPr="00050F8D">
      <w:rPr>
        <w:rFonts w:ascii="Arial Narrow" w:hAnsi="Arial Narrow"/>
        <w:b/>
        <w:color w:val="000000" w:themeColor="text1"/>
        <w:sz w:val="32"/>
        <w:szCs w:val="32"/>
        <w:lang w:val="en-US"/>
      </w:rPr>
      <w:t xml:space="preserve">    </w:t>
    </w:r>
    <w:r w:rsidR="00B17EC1" w:rsidRPr="00050F8D">
      <w:rPr>
        <w:rFonts w:ascii="Arial Narrow" w:hAnsi="Arial Narrow"/>
        <w:b/>
        <w:color w:val="000000" w:themeColor="text1"/>
        <w:sz w:val="32"/>
        <w:szCs w:val="32"/>
        <w:lang w:val="en-US"/>
      </w:rPr>
      <w:t>(05442) 627 62</w:t>
    </w:r>
    <w:r w:rsidR="004E4102" w:rsidRPr="00050F8D">
      <w:rPr>
        <w:rFonts w:ascii="Arial Narrow" w:hAnsi="Arial Narrow"/>
        <w:b/>
        <w:color w:val="000000" w:themeColor="text1"/>
        <w:sz w:val="32"/>
        <w:szCs w:val="32"/>
        <w:lang w:val="en-US"/>
      </w:rPr>
      <w:t xml:space="preserve"> </w:t>
    </w:r>
  </w:p>
  <w:p w:rsidR="004E4102" w:rsidRPr="00050F8D" w:rsidRDefault="004E4102">
    <w:pPr>
      <w:pStyle w:val="Kopfzeile"/>
      <w:rPr>
        <w:rFonts w:ascii="Arial Narrow" w:hAnsi="Arial Narrow"/>
        <w:b/>
        <w:color w:val="000000" w:themeColor="text1"/>
        <w:sz w:val="32"/>
        <w:szCs w:val="32"/>
        <w:lang w:val="en-GB"/>
      </w:rPr>
    </w:pPr>
    <w:r w:rsidRPr="00050F8D">
      <w:rPr>
        <w:rFonts w:ascii="Arial Narrow" w:hAnsi="Arial Narrow"/>
        <w:b/>
        <w:color w:val="000000" w:themeColor="text1"/>
        <w:sz w:val="32"/>
        <w:szCs w:val="32"/>
        <w:lang w:val="en-GB"/>
      </w:rPr>
      <w:t xml:space="preserve">Fax </w:t>
    </w:r>
    <w:r w:rsidR="00050F8D">
      <w:rPr>
        <w:rFonts w:ascii="Arial Narrow" w:hAnsi="Arial Narrow"/>
        <w:b/>
        <w:color w:val="000000" w:themeColor="text1"/>
        <w:sz w:val="32"/>
        <w:szCs w:val="32"/>
        <w:lang w:val="en-GB"/>
      </w:rPr>
      <w:t xml:space="preserve">    </w:t>
    </w:r>
    <w:r w:rsidRPr="00050F8D">
      <w:rPr>
        <w:rFonts w:ascii="Arial Narrow" w:hAnsi="Arial Narrow"/>
        <w:b/>
        <w:color w:val="000000" w:themeColor="text1"/>
        <w:sz w:val="32"/>
        <w:szCs w:val="32"/>
        <w:lang w:val="en-GB"/>
      </w:rPr>
      <w:t>(05442) 627 62 - 25</w:t>
    </w:r>
  </w:p>
  <w:p w:rsidR="00B17EC1" w:rsidRPr="00050F8D" w:rsidRDefault="00050F8D">
    <w:pPr>
      <w:pStyle w:val="Kopfzeile"/>
      <w:rPr>
        <w:rFonts w:ascii="Arial Narrow" w:hAnsi="Arial Narrow"/>
        <w:b/>
        <w:color w:val="000000" w:themeColor="text1"/>
        <w:sz w:val="32"/>
        <w:szCs w:val="32"/>
        <w:lang w:val="en-GB"/>
      </w:rPr>
    </w:pPr>
    <w:r w:rsidRPr="00050F8D">
      <w:rPr>
        <w:rFonts w:ascii="Arial Narrow" w:hAnsi="Arial Narrow"/>
        <w:b/>
        <w:color w:val="000000" w:themeColor="text1"/>
        <w:sz w:val="32"/>
        <w:szCs w:val="32"/>
        <w:lang w:val="en-GB"/>
      </w:rPr>
      <w:t>HOMEPAGE</w:t>
    </w:r>
    <w:r>
      <w:rPr>
        <w:rFonts w:ascii="Arial Narrow" w:hAnsi="Arial Narrow"/>
        <w:b/>
        <w:color w:val="000000" w:themeColor="text1"/>
        <w:sz w:val="32"/>
        <w:szCs w:val="32"/>
        <w:lang w:val="en-GB"/>
      </w:rPr>
      <w:t xml:space="preserve">      </w:t>
    </w:r>
    <w:r w:rsidR="00B17EC1" w:rsidRPr="00050F8D">
      <w:rPr>
        <w:rFonts w:ascii="Arial Narrow" w:hAnsi="Arial Narrow"/>
        <w:b/>
        <w:color w:val="000000" w:themeColor="text1"/>
        <w:sz w:val="32"/>
        <w:szCs w:val="32"/>
        <w:lang w:val="en-GB"/>
      </w:rPr>
      <w:t>www.pts-landeck.tsn.at</w:t>
    </w:r>
  </w:p>
  <w:p w:rsidR="00B17EC1" w:rsidRPr="00050F8D" w:rsidRDefault="00050F8D">
    <w:pPr>
      <w:pStyle w:val="Kopfzeile"/>
      <w:rPr>
        <w:rFonts w:ascii="Arial Narrow" w:hAnsi="Arial Narrow"/>
        <w:b/>
        <w:color w:val="000000" w:themeColor="text1"/>
        <w:sz w:val="32"/>
        <w:szCs w:val="32"/>
      </w:rPr>
    </w:pPr>
    <w:r w:rsidRPr="00050F8D">
      <w:rPr>
        <w:rFonts w:ascii="Arial Narrow" w:hAnsi="Arial Narrow"/>
        <w:b/>
        <w:color w:val="000000" w:themeColor="text1"/>
        <w:sz w:val="32"/>
        <w:szCs w:val="32"/>
      </w:rPr>
      <w:t xml:space="preserve">E-MAIL: </w:t>
    </w:r>
    <w:r>
      <w:rPr>
        <w:rFonts w:ascii="Arial Narrow" w:hAnsi="Arial Narrow"/>
        <w:b/>
        <w:color w:val="000000" w:themeColor="text1"/>
        <w:sz w:val="32"/>
        <w:szCs w:val="32"/>
      </w:rPr>
      <w:t xml:space="preserve">            </w:t>
    </w:r>
    <w:r w:rsidR="00B17EC1" w:rsidRPr="00050F8D">
      <w:rPr>
        <w:rFonts w:ascii="Arial Narrow" w:hAnsi="Arial Narrow"/>
        <w:b/>
        <w:color w:val="000000" w:themeColor="text1"/>
        <w:sz w:val="32"/>
        <w:szCs w:val="32"/>
      </w:rPr>
      <w:t>direktion@pts-landeck.tsn.at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9458">
      <o:colormenu v:ext="edit" fillcolor="none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0365C"/>
    <w:rsid w:val="00050F8D"/>
    <w:rsid w:val="001C27D2"/>
    <w:rsid w:val="002232BA"/>
    <w:rsid w:val="00286D58"/>
    <w:rsid w:val="00313F27"/>
    <w:rsid w:val="003351A5"/>
    <w:rsid w:val="003528C7"/>
    <w:rsid w:val="004B0ED3"/>
    <w:rsid w:val="004E4102"/>
    <w:rsid w:val="00615B29"/>
    <w:rsid w:val="00632217"/>
    <w:rsid w:val="0063263A"/>
    <w:rsid w:val="00661330"/>
    <w:rsid w:val="00696D87"/>
    <w:rsid w:val="00751806"/>
    <w:rsid w:val="008864AC"/>
    <w:rsid w:val="008C079B"/>
    <w:rsid w:val="00910B4E"/>
    <w:rsid w:val="009C5FAA"/>
    <w:rsid w:val="009E76C6"/>
    <w:rsid w:val="00AA7EF7"/>
    <w:rsid w:val="00B17EC1"/>
    <w:rsid w:val="00C51118"/>
    <w:rsid w:val="00C713A1"/>
    <w:rsid w:val="00C827FE"/>
    <w:rsid w:val="00CE3438"/>
    <w:rsid w:val="00D03564"/>
    <w:rsid w:val="00D076D5"/>
    <w:rsid w:val="00D15A2E"/>
    <w:rsid w:val="00D16E5D"/>
    <w:rsid w:val="00D3124E"/>
    <w:rsid w:val="00DA1D31"/>
    <w:rsid w:val="00DF0616"/>
    <w:rsid w:val="00E65FD3"/>
    <w:rsid w:val="00EA6E24"/>
    <w:rsid w:val="00F0365C"/>
    <w:rsid w:val="00F2268D"/>
    <w:rsid w:val="00F76F64"/>
    <w:rsid w:val="00FF0B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>
      <o:colormenu v:ext="edit" fillcolor="none" strokecolor="none"/>
    </o:shapedefaults>
    <o:shapelayout v:ext="edit">
      <o:idmap v:ext="edit" data="1"/>
      <o:rules v:ext="edit">
        <o:r id="V:Rule7" type="connector" idref="#_x0000_s1035"/>
        <o:r id="V:Rule8" type="connector" idref="#_x0000_s1036"/>
        <o:r id="V:Rule9" type="connector" idref="#_x0000_s1046"/>
        <o:r id="V:Rule10" type="connector" idref="#_x0000_s1048"/>
        <o:r id="V:Rule11" type="connector" idref="#_x0000_s1045"/>
        <o:r id="V:Rule12" type="connector" idref="#_x0000_s103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96D8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17E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17EC1"/>
  </w:style>
  <w:style w:type="paragraph" w:styleId="Fuzeile">
    <w:name w:val="footer"/>
    <w:basedOn w:val="Standard"/>
    <w:link w:val="FuzeileZchn"/>
    <w:uiPriority w:val="99"/>
    <w:semiHidden/>
    <w:unhideWhenUsed/>
    <w:rsid w:val="00B17E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B17EC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17E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17E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Theresia\Desktop\Briefkopf_PTSLandeck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73CF4C-DD9A-40F1-9310-223826876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Briefkopf_PTSLandeck</Template>
  <TotalTime>0</TotalTime>
  <Pages>1</Pages>
  <Words>3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PTS Landeck</dc:creator>
  <cp:lastModifiedBy>Theresia 2</cp:lastModifiedBy>
  <cp:revision>2</cp:revision>
  <cp:lastPrinted>2011-03-06T18:04:00Z</cp:lastPrinted>
  <dcterms:created xsi:type="dcterms:W3CDTF">2012-08-16T14:27:00Z</dcterms:created>
  <dcterms:modified xsi:type="dcterms:W3CDTF">2012-08-16T14:27:00Z</dcterms:modified>
</cp:coreProperties>
</file>